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72E890C3" w14:textId="77777777" w:rsidR="00D7061C" w:rsidRDefault="00D7061C" w:rsidP="00D94241">
            <w:pPr>
              <w:pStyle w:val="Adressaat"/>
            </w:pPr>
            <w:r w:rsidRPr="00D7061C">
              <w:t xml:space="preserve">Monika </w:t>
            </w:r>
            <w:proofErr w:type="spellStart"/>
            <w:r w:rsidRPr="00D7061C">
              <w:t>Öngo</w:t>
            </w:r>
            <w:proofErr w:type="spellEnd"/>
          </w:p>
          <w:p w14:paraId="783C4E3B" w14:textId="7D52F75C" w:rsidR="00D7061C" w:rsidRDefault="00D7061C" w:rsidP="00D94241">
            <w:pPr>
              <w:pStyle w:val="Adressaat"/>
            </w:pPr>
            <w:r w:rsidRPr="00D7061C">
              <w:t xml:space="preserve">Pisi-Peetri OÜ </w:t>
            </w:r>
          </w:p>
          <w:p w14:paraId="658575C9" w14:textId="1DFD1C0F" w:rsidR="00D94241" w:rsidRDefault="00D7061C" w:rsidP="00D94241">
            <w:pPr>
              <w:pStyle w:val="Adressaat"/>
            </w:pPr>
            <w:r w:rsidRPr="00D7061C">
              <w:t>pisipeetri@gmail.com</w:t>
            </w:r>
          </w:p>
          <w:p w14:paraId="19D70AC3" w14:textId="464F2684" w:rsidR="00D94241" w:rsidRPr="004D264D" w:rsidRDefault="00D94241" w:rsidP="00D94241">
            <w:pPr>
              <w:pStyle w:val="Adressaat"/>
            </w:pPr>
          </w:p>
        </w:tc>
        <w:tc>
          <w:tcPr>
            <w:tcW w:w="3685" w:type="dxa"/>
          </w:tcPr>
          <w:p w14:paraId="7A554B3A" w14:textId="2977EF53" w:rsidR="00064955" w:rsidRDefault="00D7061C" w:rsidP="007004FD">
            <w:pPr>
              <w:jc w:val="left"/>
            </w:pPr>
            <w:r>
              <w:t>26</w:t>
            </w:r>
            <w:r w:rsidR="00E47937" w:rsidRPr="007004FD">
              <w:t>.0</w:t>
            </w:r>
            <w:r>
              <w:t>3</w:t>
            </w:r>
            <w:r w:rsidR="00CD0C03" w:rsidRPr="007004FD">
              <w:t>.202</w:t>
            </w:r>
            <w:r>
              <w:t>4</w:t>
            </w:r>
            <w:r w:rsidR="00CD0C03" w:rsidRPr="007004FD">
              <w:t xml:space="preserve"> nr </w:t>
            </w:r>
            <w:r w:rsidRPr="00D7061C">
              <w:t>7.2-1/1758-1</w:t>
            </w:r>
          </w:p>
          <w:p w14:paraId="2378EBE8" w14:textId="70FEEEA8" w:rsidR="00D94241" w:rsidRDefault="00D94241" w:rsidP="007004FD">
            <w:pPr>
              <w:jc w:val="left"/>
            </w:pPr>
          </w:p>
          <w:p w14:paraId="7F1698E4" w14:textId="20F45865" w:rsidR="00D94241" w:rsidRDefault="00D94241" w:rsidP="007004FD">
            <w:pPr>
              <w:jc w:val="left"/>
            </w:pP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05237F0A" w14:textId="7B5FD964" w:rsidR="00D7061C" w:rsidRDefault="00905D4D" w:rsidP="00D7061C">
      <w:pPr>
        <w:pStyle w:val="Snum"/>
      </w:pPr>
      <w:r w:rsidRPr="00CE0E08">
        <w:t xml:space="preserve">Päästeameti </w:t>
      </w:r>
      <w:r w:rsidR="00CE0E08" w:rsidRPr="00CE0E08">
        <w:t>Põhja</w:t>
      </w:r>
      <w:r w:rsidRPr="00CE0E08">
        <w:t xml:space="preserve"> päästekeskuse ohutusjärelevalve büroo teostas </w:t>
      </w:r>
      <w:r w:rsidR="00D7061C">
        <w:t>25</w:t>
      </w:r>
      <w:r w:rsidRPr="008C642C">
        <w:t>.</w:t>
      </w:r>
      <w:r w:rsidR="00CE0E08" w:rsidRPr="008C642C">
        <w:t>03</w:t>
      </w:r>
      <w:r w:rsidRPr="008C642C">
        <w:t>.202</w:t>
      </w:r>
      <w:r w:rsidR="00D7061C">
        <w:t>4</w:t>
      </w:r>
      <w:r w:rsidRPr="00CE0E08">
        <w:t xml:space="preserve"> kontrollkäigu</w:t>
      </w:r>
      <w:r w:rsidR="00D7061C">
        <w:t xml:space="preserve"> </w:t>
      </w:r>
      <w:r w:rsidR="00D7061C">
        <w:t>Pisi-Peetri lastehoid</w:t>
      </w:r>
      <w:r w:rsidR="00D7061C">
        <w:t xml:space="preserve">u, </w:t>
      </w:r>
      <w:r w:rsidR="00D7061C">
        <w:t>Harju maakond, Rae vald, Peetri alevik, Aasa tn 2a</w:t>
      </w:r>
    </w:p>
    <w:p w14:paraId="797B6261" w14:textId="2D353EFA" w:rsidR="00905D4D" w:rsidRPr="00CE0E08" w:rsidRDefault="00D7061C" w:rsidP="00CE0E08">
      <w:pPr>
        <w:pStyle w:val="Snum"/>
      </w:pPr>
      <w:r w:rsidRPr="00D7061C">
        <w:t>Eelpool nimetatud hoones osutab</w:t>
      </w:r>
      <w:r w:rsidRPr="00D7061C">
        <w:t xml:space="preserve"> </w:t>
      </w:r>
      <w:r w:rsidRPr="00D7061C">
        <w:t xml:space="preserve">Pisi-Peetri OÜ  </w:t>
      </w:r>
      <w:r>
        <w:t xml:space="preserve"> </w:t>
      </w:r>
      <w:r w:rsidRPr="00D7061C">
        <w:t>(</w:t>
      </w:r>
      <w:proofErr w:type="spellStart"/>
      <w:r w:rsidRPr="00D7061C">
        <w:t>reg</w:t>
      </w:r>
      <w:proofErr w:type="spellEnd"/>
      <w:r w:rsidRPr="00D7061C">
        <w:t xml:space="preserve">. 12100327) lapsehoiuteenust </w:t>
      </w:r>
      <w:r>
        <w:t>20</w:t>
      </w:r>
      <w:r w:rsidRPr="00D7061C">
        <w:t xml:space="preserve">-le lapsele. Kontrollkäigul avastatud tuleohutusnõuded on täidetud ja kontrollkäik lõpetati </w:t>
      </w:r>
      <w:r>
        <w:t>26</w:t>
      </w:r>
      <w:r w:rsidRPr="00D7061C">
        <w:t>.0</w:t>
      </w:r>
      <w:r>
        <w:t>3</w:t>
      </w:r>
      <w:r w:rsidRPr="00D7061C">
        <w:t>.202</w:t>
      </w:r>
      <w:r>
        <w:t>4</w:t>
      </w:r>
      <w:r w:rsidRPr="00D7061C">
        <w:t xml:space="preserve">. Teenuse osutamise koht vastab tuleohutusnõuetele. </w:t>
      </w:r>
      <w:r w:rsidR="00905D4D" w:rsidRPr="00CE0E08">
        <w:t xml:space="preserve">Kontrollkäigul tuleohutusnõuete rikkumisi ei avastatud ja teenuse osutamise koht vastas tuleohutusnõuetele. </w:t>
      </w:r>
    </w:p>
    <w:p w14:paraId="0D7A0A58" w14:textId="77777777" w:rsidR="00905D4D" w:rsidRDefault="00905D4D" w:rsidP="00CE0E08">
      <w:pPr>
        <w:pStyle w:val="Snum"/>
      </w:pPr>
    </w:p>
    <w:p w14:paraId="1DEB830D" w14:textId="77777777" w:rsidR="00905D4D" w:rsidRDefault="00905D4D" w:rsidP="00CE0E08">
      <w:pPr>
        <w:pStyle w:val="Snum"/>
      </w:pPr>
    </w:p>
    <w:p w14:paraId="6F0F3C39" w14:textId="77777777" w:rsidR="00905D4D" w:rsidRDefault="00905D4D" w:rsidP="00CE0E08">
      <w:pPr>
        <w:pStyle w:val="Snum"/>
      </w:pPr>
      <w:r>
        <w:t>Hinnang on esitamiseks Sotsiaalkindlustusametile.</w:t>
      </w:r>
    </w:p>
    <w:p w14:paraId="368640E2" w14:textId="77777777" w:rsidR="00905D4D" w:rsidRDefault="00905D4D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77777777" w:rsidR="00CD0C03" w:rsidRDefault="00CD0C03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proofErr w:type="spellStart"/>
      <w:r>
        <w:t>Mob</w:t>
      </w:r>
      <w:proofErr w:type="spellEnd"/>
      <w:r>
        <w:t xml:space="preserve">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D10A17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8C950" w14:textId="77777777" w:rsidR="00D10A17" w:rsidRDefault="00D10A17" w:rsidP="00DF44DF">
      <w:r>
        <w:separator/>
      </w:r>
    </w:p>
  </w:endnote>
  <w:endnote w:type="continuationSeparator" w:id="0">
    <w:p w14:paraId="21463CBA" w14:textId="77777777" w:rsidR="00D10A17" w:rsidRDefault="00D10A1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2BA3" w14:textId="77777777" w:rsidR="00D10A17" w:rsidRDefault="00D10A17" w:rsidP="00DF44DF">
      <w:r>
        <w:separator/>
      </w:r>
    </w:p>
  </w:footnote>
  <w:footnote w:type="continuationSeparator" w:id="0">
    <w:p w14:paraId="649E03AD" w14:textId="77777777" w:rsidR="00D10A17" w:rsidRDefault="00D10A1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A55723">
        <w:rPr>
          <w:noProof/>
        </w:rPr>
        <w:t>2</w:t>
      </w:r>
    </w:fldSimple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122CE6"/>
    <w:rsid w:val="00124999"/>
    <w:rsid w:val="00146142"/>
    <w:rsid w:val="001523BD"/>
    <w:rsid w:val="001A123A"/>
    <w:rsid w:val="001A5AB9"/>
    <w:rsid w:val="001A7D04"/>
    <w:rsid w:val="001D0454"/>
    <w:rsid w:val="001D4CFB"/>
    <w:rsid w:val="001F08CC"/>
    <w:rsid w:val="002008A2"/>
    <w:rsid w:val="002509C6"/>
    <w:rsid w:val="002835BB"/>
    <w:rsid w:val="00287CA2"/>
    <w:rsid w:val="00293449"/>
    <w:rsid w:val="002A1D15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422D29"/>
    <w:rsid w:val="00435A13"/>
    <w:rsid w:val="0044084D"/>
    <w:rsid w:val="004427EC"/>
    <w:rsid w:val="004717DB"/>
    <w:rsid w:val="00482E94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DE8"/>
    <w:rsid w:val="007A5492"/>
    <w:rsid w:val="007D54FC"/>
    <w:rsid w:val="007D6F91"/>
    <w:rsid w:val="00830470"/>
    <w:rsid w:val="00835858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19BB"/>
    <w:rsid w:val="00991E6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A1063"/>
    <w:rsid w:val="00BA7AAE"/>
    <w:rsid w:val="00BB439D"/>
    <w:rsid w:val="00BC1A62"/>
    <w:rsid w:val="00BD078E"/>
    <w:rsid w:val="00BD3CCF"/>
    <w:rsid w:val="00BE0CC9"/>
    <w:rsid w:val="00BE7F55"/>
    <w:rsid w:val="00BF4D7C"/>
    <w:rsid w:val="00C11777"/>
    <w:rsid w:val="00C24F66"/>
    <w:rsid w:val="00C27B07"/>
    <w:rsid w:val="00C338F3"/>
    <w:rsid w:val="00C41FC5"/>
    <w:rsid w:val="00C6686C"/>
    <w:rsid w:val="00C7287B"/>
    <w:rsid w:val="00C83346"/>
    <w:rsid w:val="00CA583B"/>
    <w:rsid w:val="00CA5F0B"/>
    <w:rsid w:val="00CD0C03"/>
    <w:rsid w:val="00CE0E08"/>
    <w:rsid w:val="00CE5416"/>
    <w:rsid w:val="00CF2B77"/>
    <w:rsid w:val="00CF4303"/>
    <w:rsid w:val="00D10A17"/>
    <w:rsid w:val="00D22B89"/>
    <w:rsid w:val="00D40650"/>
    <w:rsid w:val="00D67F9F"/>
    <w:rsid w:val="00D7061C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35D29"/>
    <w:rsid w:val="00E47937"/>
    <w:rsid w:val="00EA5637"/>
    <w:rsid w:val="00EA65D1"/>
    <w:rsid w:val="00ED4AEC"/>
    <w:rsid w:val="00F06D6B"/>
    <w:rsid w:val="00F9645B"/>
    <w:rsid w:val="00F9773D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28</TotalTime>
  <Pages>1</Pages>
  <Words>126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3</cp:revision>
  <cp:lastPrinted>2014-04-03T10:06:00Z</cp:lastPrinted>
  <dcterms:created xsi:type="dcterms:W3CDTF">2022-04-14T06:13:00Z</dcterms:created>
  <dcterms:modified xsi:type="dcterms:W3CDTF">2024-03-26T07:13:00Z</dcterms:modified>
</cp:coreProperties>
</file>